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8FA" w:rsidRDefault="006B48FA" w:rsidP="00C9117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Задания для проведения школьного этапа всероссийской олимпиады школьников</w:t>
      </w:r>
    </w:p>
    <w:p w:rsidR="006B48FA" w:rsidRDefault="006B48FA" w:rsidP="00C9117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физике в 2020-2021 учебном году в Дубровском районе</w:t>
      </w:r>
    </w:p>
    <w:p w:rsidR="006B48FA" w:rsidRDefault="006B48FA" w:rsidP="00C9117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11класс</w:t>
      </w:r>
    </w:p>
    <w:p w:rsidR="006B48FA" w:rsidRDefault="006B48FA" w:rsidP="00C9117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Продолжительность этапа 2,5 ч (150 минут)</w:t>
      </w:r>
    </w:p>
    <w:p w:rsidR="006B48FA" w:rsidRDefault="006B48FA" w:rsidP="00C9117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Каждое задание оценивается в 10 баллов</w:t>
      </w:r>
    </w:p>
    <w:p w:rsidR="006B48FA" w:rsidRDefault="006B48FA" w:rsidP="00C9117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Максимальное количество набранных баллов - 50</w:t>
      </w:r>
    </w:p>
    <w:p w:rsidR="006B48FA" w:rsidRDefault="006B48FA" w:rsidP="00C9117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№1</w:t>
      </w:r>
    </w:p>
    <w:p w:rsidR="006B48FA" w:rsidRDefault="006B48FA" w:rsidP="003937DE">
      <w:pPr>
        <w:jc w:val="both"/>
        <w:rPr>
          <w:rFonts w:ascii="Times New Roman" w:hAnsi="Times New Roman"/>
          <w:sz w:val="28"/>
          <w:szCs w:val="28"/>
        </w:rPr>
      </w:pPr>
      <w:r w:rsidRPr="00965698"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457.5pt;height:55.5pt;visibility:visible">
            <v:imagedata r:id="rId4" o:title=""/>
          </v:shape>
        </w:pict>
      </w:r>
    </w:p>
    <w:p w:rsidR="006B48FA" w:rsidRDefault="006B48FA" w:rsidP="003937D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№2</w:t>
      </w:r>
    </w:p>
    <w:p w:rsidR="006B48FA" w:rsidRDefault="006B48FA" w:rsidP="003937DE">
      <w:pPr>
        <w:jc w:val="both"/>
        <w:rPr>
          <w:rFonts w:ascii="Times New Roman" w:hAnsi="Times New Roman"/>
          <w:sz w:val="28"/>
          <w:szCs w:val="28"/>
        </w:rPr>
      </w:pPr>
      <w:r w:rsidRPr="00965698"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6" o:spid="_x0000_i1026" type="#_x0000_t75" style="width:462.75pt;height:106.5pt;visibility:visible">
            <v:imagedata r:id="rId5" o:title=""/>
          </v:shape>
        </w:pict>
      </w:r>
    </w:p>
    <w:p w:rsidR="006B48FA" w:rsidRDefault="006B48FA" w:rsidP="003937D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Удельная теплоемкость воды 4200Дж/(кг*</w:t>
      </w:r>
      <w:r w:rsidRPr="007A37E5"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>С),льда-2100Дж/(кг*</w:t>
      </w:r>
      <w:r w:rsidRPr="007A37E5"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>С).</w:t>
      </w:r>
    </w:p>
    <w:p w:rsidR="006B48FA" w:rsidRDefault="006B48FA" w:rsidP="003937D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Удельная теплота плавления льда 330000 Дж/кг</w:t>
      </w:r>
    </w:p>
    <w:p w:rsidR="006B48FA" w:rsidRDefault="006B48FA" w:rsidP="003937D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№3</w:t>
      </w:r>
    </w:p>
    <w:p w:rsidR="006B48FA" w:rsidRDefault="006B48FA" w:rsidP="003937DE">
      <w:pPr>
        <w:jc w:val="both"/>
        <w:rPr>
          <w:rFonts w:ascii="Times New Roman" w:hAnsi="Times New Roman"/>
          <w:sz w:val="28"/>
          <w:szCs w:val="28"/>
        </w:rPr>
      </w:pPr>
      <w:r w:rsidRPr="00965698"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5" o:spid="_x0000_i1027" type="#_x0000_t75" style="width:417.75pt;height:157.5pt;visibility:visible">
            <v:imagedata r:id="rId6" o:title=""/>
          </v:shape>
        </w:pict>
      </w:r>
    </w:p>
    <w:p w:rsidR="006B48FA" w:rsidRDefault="006B48FA" w:rsidP="003937D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№4</w:t>
      </w:r>
    </w:p>
    <w:p w:rsidR="006B48FA" w:rsidRDefault="006B48FA" w:rsidP="003937DE">
      <w:pPr>
        <w:jc w:val="both"/>
        <w:rPr>
          <w:rFonts w:ascii="Times New Roman" w:hAnsi="Times New Roman"/>
          <w:sz w:val="28"/>
          <w:szCs w:val="28"/>
        </w:rPr>
      </w:pPr>
      <w:r w:rsidRPr="00965698"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1" o:spid="_x0000_i1028" type="#_x0000_t75" style="width:466.5pt;height:120pt;visibility:visible">
            <v:imagedata r:id="rId7" o:title=""/>
          </v:shape>
        </w:pict>
      </w:r>
    </w:p>
    <w:p w:rsidR="006B48FA" w:rsidRDefault="006B48FA" w:rsidP="003937D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№5</w:t>
      </w:r>
    </w:p>
    <w:p w:rsidR="006B48FA" w:rsidRDefault="006B48FA" w:rsidP="00F1373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Почему воздушный пузырек, всплывающий в воде, по мере поднятия вверх увеличивается в размерах ?</w:t>
      </w:r>
    </w:p>
    <w:sectPr w:rsidR="006B48FA" w:rsidSect="00C9117A">
      <w:pgSz w:w="11906" w:h="16838"/>
      <w:pgMar w:top="360" w:right="850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372D"/>
    <w:rsid w:val="00065377"/>
    <w:rsid w:val="000B0CE1"/>
    <w:rsid w:val="001918A5"/>
    <w:rsid w:val="00217D3F"/>
    <w:rsid w:val="002505F6"/>
    <w:rsid w:val="002F6C5B"/>
    <w:rsid w:val="003014D5"/>
    <w:rsid w:val="003664F3"/>
    <w:rsid w:val="003937DE"/>
    <w:rsid w:val="003E20D9"/>
    <w:rsid w:val="00447E1A"/>
    <w:rsid w:val="004A017D"/>
    <w:rsid w:val="004D5A39"/>
    <w:rsid w:val="004E692E"/>
    <w:rsid w:val="005D4FF5"/>
    <w:rsid w:val="00650E43"/>
    <w:rsid w:val="006916E7"/>
    <w:rsid w:val="006B48FA"/>
    <w:rsid w:val="00713044"/>
    <w:rsid w:val="00735723"/>
    <w:rsid w:val="00743099"/>
    <w:rsid w:val="007A37E5"/>
    <w:rsid w:val="007F3E04"/>
    <w:rsid w:val="00963400"/>
    <w:rsid w:val="00965698"/>
    <w:rsid w:val="00994ACF"/>
    <w:rsid w:val="00994B3E"/>
    <w:rsid w:val="009C3C7B"/>
    <w:rsid w:val="009D372D"/>
    <w:rsid w:val="009E43B4"/>
    <w:rsid w:val="00A11955"/>
    <w:rsid w:val="00A92030"/>
    <w:rsid w:val="00AB2A19"/>
    <w:rsid w:val="00B87E64"/>
    <w:rsid w:val="00C13404"/>
    <w:rsid w:val="00C9117A"/>
    <w:rsid w:val="00CA5544"/>
    <w:rsid w:val="00F13730"/>
    <w:rsid w:val="00F14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099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26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121</Words>
  <Characters>692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Задания школьного этапа ВсОШ по физике в 2020-2021 уч</dc:title>
  <dc:subject/>
  <dc:creator>Sergei</dc:creator>
  <cp:keywords/>
  <dc:description/>
  <cp:lastModifiedBy>Людмила</cp:lastModifiedBy>
  <cp:revision>5</cp:revision>
  <dcterms:created xsi:type="dcterms:W3CDTF">2020-09-14T12:31:00Z</dcterms:created>
  <dcterms:modified xsi:type="dcterms:W3CDTF">2020-09-27T18:20:00Z</dcterms:modified>
</cp:coreProperties>
</file>